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020BD8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020BD8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020BD8" w:rsidRDefault="00063AE8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572000" cy="45720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4572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0BD8">
              <w:trPr>
                <w:trHeight w:hRule="exact" w:val="5760"/>
              </w:trPr>
              <w:tc>
                <w:tcPr>
                  <w:tcW w:w="7200" w:type="dxa"/>
                </w:tcPr>
                <w:p w:rsidR="00020BD8" w:rsidRDefault="00063AE8">
                  <w:pPr>
                    <w:pStyle w:val="Subtitle"/>
                  </w:pPr>
                  <w:r>
                    <w:t>March 12th</w:t>
                  </w:r>
                </w:p>
                <w:p w:rsidR="00020BD8" w:rsidRPr="00063AE8" w:rsidRDefault="00063AE8">
                  <w:pPr>
                    <w:pStyle w:val="Title"/>
                    <w:rPr>
                      <w:sz w:val="56"/>
                      <w:szCs w:val="56"/>
                    </w:rPr>
                  </w:pPr>
                  <w:r w:rsidRPr="00063AE8">
                    <w:rPr>
                      <w:sz w:val="56"/>
                      <w:szCs w:val="56"/>
                    </w:rPr>
                    <w:t>How to be a Health college student</w:t>
                  </w:r>
                </w:p>
                <w:p w:rsidR="00020BD8" w:rsidRDefault="00063AE8">
                  <w:pPr>
                    <w:pStyle w:val="Heading1"/>
                  </w:pPr>
                  <w:r>
                    <w:t>Don’t be a part of statistic. The freshman 15 shouldn’t impact you.</w:t>
                  </w:r>
                </w:p>
                <w:p w:rsidR="00020BD8" w:rsidRDefault="00063AE8" w:rsidP="00063AE8">
                  <w:r>
                    <w:t>Come join the rest of your fellow freshman class, learn more about living a healthy life here on campus. We will teach you ways to maintain a great lifestyle without being a part of a statistic.</w:t>
                  </w:r>
                </w:p>
              </w:tc>
            </w:tr>
            <w:tr w:rsidR="00020BD8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020BD8" w:rsidRDefault="00063AE8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895221" cy="945515"/>
                        <wp:effectExtent l="0" t="0" r="635" b="6985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8283" cy="10015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20BD8" w:rsidRDefault="00020BD8"/>
        </w:tc>
        <w:tc>
          <w:tcPr>
            <w:tcW w:w="144" w:type="dxa"/>
          </w:tcPr>
          <w:p w:rsidR="00020BD8" w:rsidRDefault="00020BD8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020BD8">
              <w:trPr>
                <w:trHeight w:hRule="exact" w:val="1080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:rsidR="00020BD8" w:rsidRDefault="00063AE8">
                  <w:pPr>
                    <w:pStyle w:val="Heading2"/>
                  </w:pPr>
                  <w:r>
                    <w:t>Welcoming all freshman</w:t>
                  </w:r>
                </w:p>
                <w:p w:rsidR="00020BD8" w:rsidRDefault="00020BD8">
                  <w:pPr>
                    <w:pStyle w:val="Line"/>
                  </w:pPr>
                </w:p>
                <w:p w:rsidR="00020BD8" w:rsidRDefault="00063AE8">
                  <w:pPr>
                    <w:pStyle w:val="Heading2"/>
                  </w:pPr>
                  <w:r>
                    <w:t>Don’t miss a chance to be a new you</w:t>
                  </w:r>
                </w:p>
                <w:p w:rsidR="00020BD8" w:rsidRDefault="00020BD8">
                  <w:pPr>
                    <w:pStyle w:val="Line"/>
                  </w:pPr>
                </w:p>
                <w:p w:rsidR="00020BD8" w:rsidRDefault="00063AE8">
                  <w:pPr>
                    <w:pStyle w:val="Heading2"/>
                  </w:pPr>
                  <w:r>
                    <w:t>You can do it!</w:t>
                  </w:r>
                </w:p>
                <w:p w:rsidR="00020BD8" w:rsidRDefault="00020BD8">
                  <w:pPr>
                    <w:pStyle w:val="Line"/>
                  </w:pPr>
                </w:p>
                <w:p w:rsidR="00020BD8" w:rsidRDefault="00063AE8">
                  <w:pPr>
                    <w:pStyle w:val="Heading2"/>
                  </w:pPr>
                  <w:r>
                    <w:t>Don’t be a statistic</w:t>
                  </w:r>
                </w:p>
                <w:p w:rsidR="00020BD8" w:rsidRDefault="00020BD8">
                  <w:pPr>
                    <w:pStyle w:val="Line"/>
                  </w:pPr>
                </w:p>
                <w:p w:rsidR="00020BD8" w:rsidRDefault="00063AE8" w:rsidP="00063AE8">
                  <w:pPr>
                    <w:pStyle w:val="Heading2"/>
                  </w:pPr>
                  <w:proofErr w:type="spellStart"/>
                  <w:r>
                    <w:t>Kher</w:t>
                  </w:r>
                  <w:proofErr w:type="spellEnd"/>
                  <w:r>
                    <w:t xml:space="preserve"> Union 5pm March 12th </w:t>
                  </w:r>
                </w:p>
                <w:p w:rsidR="00063AE8" w:rsidRPr="00063AE8" w:rsidRDefault="00063AE8" w:rsidP="00063AE8">
                  <w:pPr>
                    <w:pStyle w:val="Line"/>
                  </w:pPr>
                  <w:r>
                    <w:t>M</w:t>
                  </w:r>
                </w:p>
              </w:tc>
            </w:tr>
            <w:tr w:rsidR="00020BD8">
              <w:trPr>
                <w:trHeight w:hRule="exact" w:val="144"/>
              </w:trPr>
              <w:tc>
                <w:tcPr>
                  <w:tcW w:w="3446" w:type="dxa"/>
                </w:tcPr>
                <w:p w:rsidR="00020BD8" w:rsidRDefault="00020BD8"/>
              </w:tc>
            </w:tr>
            <w:tr w:rsidR="00020BD8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:rsidR="00020BD8" w:rsidRDefault="00063AE8" w:rsidP="00063AE8">
                  <w:pPr>
                    <w:pStyle w:val="Date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828800" cy="1078230"/>
                        <wp:effectExtent l="0" t="0" r="0" b="762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hus08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8800" cy="1078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20BD8" w:rsidRDefault="00020BD8"/>
        </w:tc>
        <w:bookmarkStart w:id="0" w:name="_GoBack"/>
        <w:bookmarkEnd w:id="0"/>
      </w:tr>
    </w:tbl>
    <w:p w:rsidR="00020BD8" w:rsidRDefault="00020BD8">
      <w:pPr>
        <w:pStyle w:val="NoSpacing"/>
      </w:pPr>
    </w:p>
    <w:sectPr w:rsidR="00020BD8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E8"/>
    <w:rsid w:val="00020BD8"/>
    <w:rsid w:val="0006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05D6B-D1BD-4CD2-90C0-DAC23D44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p49888\AppData\Roaming\Microsoft\Templates\Event%20flyer.dotx" TargetMode="External"/></Relationship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flyer.dotx</Template>
  <TotalTime>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</dc:creator>
  <cp:keywords/>
  <dc:description/>
  <cp:lastModifiedBy>Breana A. Porter</cp:lastModifiedBy>
  <cp:revision>1</cp:revision>
  <cp:lastPrinted>2012-12-25T21:02:00Z</cp:lastPrinted>
  <dcterms:created xsi:type="dcterms:W3CDTF">2015-03-25T18:17:00Z</dcterms:created>
  <dcterms:modified xsi:type="dcterms:W3CDTF">2015-03-25T18:25:00Z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